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FEFB15-A36E-49AA-8B90-D9FD384DD2B4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